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5501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75501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75501D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36B3D">
        <w:rPr>
          <w:rFonts w:ascii="Corbel" w:hAnsi="Corbel"/>
          <w:i/>
          <w:smallCaps/>
          <w:sz w:val="24"/>
          <w:szCs w:val="24"/>
        </w:rPr>
        <w:t>2022-2025</w:t>
      </w:r>
    </w:p>
    <w:p w14:paraId="7375501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375501F" w14:textId="2AFD770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A36B3D">
        <w:rPr>
          <w:rFonts w:ascii="Corbel" w:hAnsi="Corbel"/>
          <w:sz w:val="20"/>
          <w:szCs w:val="20"/>
        </w:rPr>
        <w:t>ok akademicki   202</w:t>
      </w:r>
      <w:r w:rsidR="00903E73">
        <w:rPr>
          <w:rFonts w:ascii="Corbel" w:hAnsi="Corbel"/>
          <w:sz w:val="20"/>
          <w:szCs w:val="20"/>
        </w:rPr>
        <w:t>4</w:t>
      </w:r>
      <w:r w:rsidR="00A36B3D">
        <w:rPr>
          <w:rFonts w:ascii="Corbel" w:hAnsi="Corbel"/>
          <w:sz w:val="20"/>
          <w:szCs w:val="20"/>
        </w:rPr>
        <w:t>-202</w:t>
      </w:r>
      <w:r w:rsidR="00903E73">
        <w:rPr>
          <w:rFonts w:ascii="Corbel" w:hAnsi="Corbel"/>
          <w:sz w:val="20"/>
          <w:szCs w:val="20"/>
        </w:rPr>
        <w:t>5</w:t>
      </w:r>
    </w:p>
    <w:p w14:paraId="7375502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75502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755024" w14:textId="77777777" w:rsidTr="00B819C8">
        <w:tc>
          <w:tcPr>
            <w:tcW w:w="2694" w:type="dxa"/>
            <w:vAlign w:val="center"/>
          </w:tcPr>
          <w:p w14:paraId="737550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755023" w14:textId="77777777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czasu wolnego</w:t>
            </w:r>
          </w:p>
        </w:tc>
      </w:tr>
      <w:tr w:rsidR="0085747A" w:rsidRPr="009C54AE" w14:paraId="73755027" w14:textId="77777777" w:rsidTr="00B819C8">
        <w:tc>
          <w:tcPr>
            <w:tcW w:w="2694" w:type="dxa"/>
            <w:vAlign w:val="center"/>
          </w:tcPr>
          <w:p w14:paraId="7375502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75502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375502A" w14:textId="77777777" w:rsidTr="00B819C8">
        <w:tc>
          <w:tcPr>
            <w:tcW w:w="2694" w:type="dxa"/>
            <w:vAlign w:val="center"/>
          </w:tcPr>
          <w:p w14:paraId="73755028" w14:textId="3E511DA1" w:rsidR="0085747A" w:rsidRPr="009C54AE" w:rsidRDefault="00C9266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755029" w14:textId="77777777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75502D" w14:textId="77777777" w:rsidTr="00B819C8">
        <w:tc>
          <w:tcPr>
            <w:tcW w:w="2694" w:type="dxa"/>
            <w:vAlign w:val="center"/>
          </w:tcPr>
          <w:p w14:paraId="737550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75502C" w14:textId="77777777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3755030" w14:textId="77777777" w:rsidTr="00B819C8">
        <w:tc>
          <w:tcPr>
            <w:tcW w:w="2694" w:type="dxa"/>
            <w:vAlign w:val="center"/>
          </w:tcPr>
          <w:p w14:paraId="737550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75502F" w14:textId="0C31D6BB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64F53">
              <w:rPr>
                <w:rFonts w:ascii="Corbel" w:hAnsi="Corbel"/>
                <w:b w:val="0"/>
                <w:sz w:val="24"/>
                <w:szCs w:val="24"/>
              </w:rPr>
              <w:t>, sp. Pedagogika medialna z animacją kultury</w:t>
            </w:r>
          </w:p>
        </w:tc>
      </w:tr>
      <w:tr w:rsidR="0085747A" w:rsidRPr="009C54AE" w14:paraId="73755033" w14:textId="77777777" w:rsidTr="00B819C8">
        <w:tc>
          <w:tcPr>
            <w:tcW w:w="2694" w:type="dxa"/>
            <w:vAlign w:val="center"/>
          </w:tcPr>
          <w:p w14:paraId="7375503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755032" w14:textId="566E03B2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66539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73755036" w14:textId="77777777" w:rsidTr="00B819C8">
        <w:tc>
          <w:tcPr>
            <w:tcW w:w="2694" w:type="dxa"/>
            <w:vAlign w:val="center"/>
          </w:tcPr>
          <w:p w14:paraId="73755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755035" w14:textId="77777777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3755039" w14:textId="77777777" w:rsidTr="00B819C8">
        <w:tc>
          <w:tcPr>
            <w:tcW w:w="2694" w:type="dxa"/>
            <w:vAlign w:val="center"/>
          </w:tcPr>
          <w:p w14:paraId="737550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755038" w14:textId="3AB17795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945FD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375503C" w14:textId="77777777" w:rsidTr="00B819C8">
        <w:tc>
          <w:tcPr>
            <w:tcW w:w="2694" w:type="dxa"/>
            <w:vAlign w:val="center"/>
          </w:tcPr>
          <w:p w14:paraId="737550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75503B" w14:textId="77777777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VI semestr</w:t>
            </w:r>
          </w:p>
        </w:tc>
      </w:tr>
      <w:tr w:rsidR="0085747A" w:rsidRPr="009C54AE" w14:paraId="7375503F" w14:textId="77777777" w:rsidTr="00B819C8">
        <w:tc>
          <w:tcPr>
            <w:tcW w:w="2694" w:type="dxa"/>
            <w:vAlign w:val="center"/>
          </w:tcPr>
          <w:p w14:paraId="737550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75503E" w14:textId="77777777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3755042" w14:textId="77777777" w:rsidTr="00B819C8">
        <w:tc>
          <w:tcPr>
            <w:tcW w:w="2694" w:type="dxa"/>
            <w:vAlign w:val="center"/>
          </w:tcPr>
          <w:p w14:paraId="7375504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755041" w14:textId="77777777" w:rsidR="00923D7D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755045" w14:textId="77777777" w:rsidTr="00B819C8">
        <w:tc>
          <w:tcPr>
            <w:tcW w:w="2694" w:type="dxa"/>
            <w:vAlign w:val="center"/>
          </w:tcPr>
          <w:p w14:paraId="737550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55044" w14:textId="77777777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Marlena Pieniążek</w:t>
            </w:r>
          </w:p>
        </w:tc>
      </w:tr>
      <w:tr w:rsidR="0085747A" w:rsidRPr="009C54AE" w14:paraId="73755048" w14:textId="77777777" w:rsidTr="00B819C8">
        <w:tc>
          <w:tcPr>
            <w:tcW w:w="2694" w:type="dxa"/>
            <w:vAlign w:val="center"/>
          </w:tcPr>
          <w:p w14:paraId="737550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75504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375504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75504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7550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7550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375505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504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7550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50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50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50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50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50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5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50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50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7550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5059" w14:textId="77777777" w:rsidR="00015B8F" w:rsidRPr="009C54AE" w:rsidRDefault="00A36B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5B" w14:textId="77777777" w:rsidR="00015B8F" w:rsidRPr="009C54AE" w:rsidRDefault="00A36B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62" w14:textId="77777777" w:rsidR="00015B8F" w:rsidRPr="009C54AE" w:rsidRDefault="00A36B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75506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375506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75506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75506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6B3D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375506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755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75506A" w14:textId="27E47010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bookmarkStart w:id="0" w:name="_GoBack"/>
      <w:bookmarkEnd w:id="0"/>
    </w:p>
    <w:p w14:paraId="5068114A" w14:textId="59B6EC93" w:rsidR="00903E73" w:rsidRPr="009C54AE" w:rsidRDefault="00903E7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14:paraId="7375506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75506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75506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755070" w14:textId="77777777" w:rsidTr="00745302">
        <w:tc>
          <w:tcPr>
            <w:tcW w:w="9670" w:type="dxa"/>
          </w:tcPr>
          <w:p w14:paraId="7375506E" w14:textId="77777777" w:rsidR="00A36B3D" w:rsidRPr="008B0A7E" w:rsidRDefault="00A36B3D" w:rsidP="00A36B3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 xml:space="preserve">Student </w:t>
            </w:r>
            <w:r>
              <w:rPr>
                <w:rFonts w:ascii="Corbel" w:hAnsi="Corbel"/>
              </w:rPr>
              <w:t>po</w:t>
            </w:r>
            <w:r w:rsidRPr="008B0A7E">
              <w:rPr>
                <w:rFonts w:ascii="Corbel" w:hAnsi="Corbel"/>
              </w:rPr>
              <w:t xml:space="preserve">winien posiadać wiedzę, umiejętności i kompetencje społeczne z zakresu dotychczasowych zajęć z obszaru  pedagogiki </w:t>
            </w:r>
            <w:r>
              <w:rPr>
                <w:rFonts w:ascii="Corbel" w:hAnsi="Corbel"/>
              </w:rPr>
              <w:t>i pedagogiki medialnej</w:t>
            </w:r>
          </w:p>
          <w:p w14:paraId="7375506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375507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75507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7550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7550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7550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3755078" w14:textId="77777777" w:rsidTr="00923D7D">
        <w:tc>
          <w:tcPr>
            <w:tcW w:w="851" w:type="dxa"/>
            <w:vAlign w:val="center"/>
          </w:tcPr>
          <w:p w14:paraId="7375507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755077" w14:textId="77777777" w:rsidR="0085747A" w:rsidRPr="00A36B3D" w:rsidRDefault="00D1722F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Style w:val="wrtext"/>
                <w:rFonts w:asciiTheme="minorHAnsi" w:hAnsiTheme="minorHAnsi" w:cstheme="minorHAnsi"/>
                <w:b w:val="0"/>
              </w:rPr>
              <w:t>Z</w:t>
            </w:r>
            <w:r w:rsidR="00A36B3D" w:rsidRPr="00A36B3D">
              <w:rPr>
                <w:rStyle w:val="wrtext"/>
                <w:rFonts w:asciiTheme="minorHAnsi" w:hAnsiTheme="minorHAnsi" w:cstheme="minorHAnsi"/>
                <w:b w:val="0"/>
              </w:rPr>
              <w:t>apoznanie z podstawowymi problemami społeczno-wychowawczymi łączącymi się z wykorzystaniem czasu wolnego.</w:t>
            </w:r>
          </w:p>
        </w:tc>
      </w:tr>
      <w:tr w:rsidR="0085747A" w:rsidRPr="009C54AE" w14:paraId="7375507B" w14:textId="77777777" w:rsidTr="00923D7D">
        <w:tc>
          <w:tcPr>
            <w:tcW w:w="851" w:type="dxa"/>
            <w:vAlign w:val="center"/>
          </w:tcPr>
          <w:p w14:paraId="73755079" w14:textId="77777777" w:rsidR="0085747A" w:rsidRPr="009C54AE" w:rsidRDefault="00A36B3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75507A" w14:textId="77777777" w:rsidR="0085747A" w:rsidRPr="00A36B3D" w:rsidRDefault="00A36B3D" w:rsidP="00A36B3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Kształtowanie podstawowych umiejętności w zakresie planowania i organizowania aktywności wypełniającej czas wolny różnych grup wiekowych.</w:t>
            </w:r>
          </w:p>
        </w:tc>
      </w:tr>
      <w:tr w:rsidR="0085747A" w:rsidRPr="009C54AE" w14:paraId="7375507E" w14:textId="77777777" w:rsidTr="00923D7D">
        <w:tc>
          <w:tcPr>
            <w:tcW w:w="851" w:type="dxa"/>
            <w:vAlign w:val="center"/>
          </w:tcPr>
          <w:p w14:paraId="7375507C" w14:textId="77777777" w:rsidR="0085747A" w:rsidRPr="009C54AE" w:rsidRDefault="00A36B3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75507D" w14:textId="77777777" w:rsidR="0085747A" w:rsidRPr="00A36B3D" w:rsidRDefault="00A36B3D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Zapoznanie w sposobach zagospodarowania czasu wolnego formami aktywności sprzyjającej rozwojowi osobowości człowieka</w:t>
            </w:r>
          </w:p>
        </w:tc>
      </w:tr>
    </w:tbl>
    <w:p w14:paraId="737550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5508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375508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3755085" w14:textId="77777777" w:rsidTr="0071620A">
        <w:tc>
          <w:tcPr>
            <w:tcW w:w="1701" w:type="dxa"/>
            <w:vAlign w:val="center"/>
          </w:tcPr>
          <w:p w14:paraId="737550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37550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75508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75508A" w14:textId="77777777" w:rsidTr="005E6E85">
        <w:tc>
          <w:tcPr>
            <w:tcW w:w="1701" w:type="dxa"/>
          </w:tcPr>
          <w:p w14:paraId="737550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3755087" w14:textId="77777777" w:rsidR="0085747A" w:rsidRPr="009C54AE" w:rsidRDefault="00D172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pojęcia z zakresu pedagogiki czasu wolnego</w:t>
            </w:r>
            <w:r w:rsidR="00964575">
              <w:rPr>
                <w:rFonts w:ascii="Corbel" w:hAnsi="Corbel"/>
                <w:b w:val="0"/>
                <w:smallCaps w:val="0"/>
                <w:szCs w:val="24"/>
              </w:rPr>
              <w:t>, struktury i instytucje życia społeczno- wychowawczego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relacje między nimi</w:t>
            </w:r>
            <w:r w:rsidR="0096457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3755088" w14:textId="77777777" w:rsidR="00964575" w:rsidRPr="009028B0" w:rsidRDefault="00964575" w:rsidP="00964575">
            <w:pPr>
              <w:rPr>
                <w:rFonts w:ascii="Corbel" w:hAnsi="Corbel"/>
              </w:rPr>
            </w:pPr>
            <w:r w:rsidRPr="009028B0">
              <w:rPr>
                <w:rFonts w:ascii="Corbel" w:hAnsi="Corbel"/>
                <w:sz w:val="24"/>
              </w:rPr>
              <w:t>K_W07</w:t>
            </w:r>
          </w:p>
          <w:p w14:paraId="73755089" w14:textId="77777777" w:rsidR="0085747A" w:rsidRPr="009028B0" w:rsidRDefault="0085747A" w:rsidP="00964575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5747A" w:rsidRPr="009C54AE" w14:paraId="73755090" w14:textId="77777777" w:rsidTr="00D1722F">
        <w:trPr>
          <w:trHeight w:val="438"/>
        </w:trPr>
        <w:tc>
          <w:tcPr>
            <w:tcW w:w="1701" w:type="dxa"/>
          </w:tcPr>
          <w:p w14:paraId="737550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75508C" w14:textId="77777777" w:rsidR="0085747A" w:rsidRPr="009C54AE" w:rsidRDefault="009645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główne </w:t>
            </w:r>
            <w:r w:rsidR="00023838">
              <w:rPr>
                <w:rFonts w:ascii="Corbel" w:hAnsi="Corbel"/>
                <w:b w:val="0"/>
                <w:smallCaps w:val="0"/>
                <w:szCs w:val="24"/>
              </w:rPr>
              <w:t>środowiska wychowawcze,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 specyfikę roli</w:t>
            </w:r>
            <w:r w:rsidR="00D1722F">
              <w:rPr>
                <w:rFonts w:ascii="Corbel" w:hAnsi="Corbel"/>
                <w:b w:val="0"/>
                <w:smallCaps w:val="0"/>
                <w:szCs w:val="24"/>
              </w:rPr>
              <w:t xml:space="preserve"> pedagoga w planowaniu czasu wolnego w różnych grupach wiekowych</w:t>
            </w:r>
            <w:r w:rsidR="00295A5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uwzględnieniem potrzeb uczestników działań pedagogicznych</w:t>
            </w:r>
            <w:r w:rsidR="0002383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375508D" w14:textId="77777777" w:rsidR="00964575" w:rsidRPr="009028B0" w:rsidRDefault="00964575" w:rsidP="00964575">
            <w:pPr>
              <w:rPr>
                <w:rFonts w:ascii="Corbel" w:hAnsi="Corbel"/>
                <w:sz w:val="24"/>
              </w:rPr>
            </w:pPr>
            <w:r w:rsidRPr="009028B0">
              <w:rPr>
                <w:rFonts w:ascii="Corbel" w:hAnsi="Corbel"/>
                <w:sz w:val="24"/>
              </w:rPr>
              <w:t>K_W08</w:t>
            </w:r>
          </w:p>
          <w:p w14:paraId="7375508E" w14:textId="77777777" w:rsidR="00964575" w:rsidRPr="009028B0" w:rsidRDefault="00964575" w:rsidP="00964575">
            <w:pPr>
              <w:rPr>
                <w:rFonts w:ascii="Corbel" w:hAnsi="Corbel"/>
              </w:rPr>
            </w:pPr>
            <w:r w:rsidRPr="009028B0">
              <w:rPr>
                <w:rFonts w:ascii="Corbel" w:hAnsi="Corbel"/>
                <w:sz w:val="24"/>
              </w:rPr>
              <w:t>K_W09</w:t>
            </w:r>
          </w:p>
          <w:p w14:paraId="7375508F" w14:textId="77777777" w:rsidR="0085747A" w:rsidRPr="009028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4575" w:rsidRPr="009C54AE" w14:paraId="73755094" w14:textId="77777777" w:rsidTr="00D1722F">
        <w:trPr>
          <w:trHeight w:val="161"/>
        </w:trPr>
        <w:tc>
          <w:tcPr>
            <w:tcW w:w="1701" w:type="dxa"/>
          </w:tcPr>
          <w:p w14:paraId="73755091" w14:textId="77777777" w:rsidR="00964575" w:rsidRPr="009C54AE" w:rsidRDefault="00964575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73755092" w14:textId="77777777" w:rsidR="00964575" w:rsidRDefault="00C835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opracuje program (wyznaczając zadania w grupie) czasu wolnego</w:t>
            </w:r>
            <w:r w:rsidR="00295A5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uwzględniając wskazania pedagogiczne, wiek uczestników oraz ich predyspozycje</w:t>
            </w:r>
          </w:p>
        </w:tc>
        <w:tc>
          <w:tcPr>
            <w:tcW w:w="1873" w:type="dxa"/>
          </w:tcPr>
          <w:p w14:paraId="73755093" w14:textId="77777777" w:rsidR="00964575" w:rsidRPr="009028B0" w:rsidRDefault="00C835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964575" w:rsidRPr="009C54AE" w14:paraId="73755098" w14:textId="77777777" w:rsidTr="00D1722F">
        <w:trPr>
          <w:trHeight w:val="149"/>
        </w:trPr>
        <w:tc>
          <w:tcPr>
            <w:tcW w:w="1701" w:type="dxa"/>
          </w:tcPr>
          <w:p w14:paraId="73755095" w14:textId="77777777" w:rsidR="00964575" w:rsidRPr="009C54AE" w:rsidRDefault="00964575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3755096" w14:textId="77777777" w:rsidR="00964575" w:rsidRPr="009028B0" w:rsidRDefault="00C8357E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>Przeanalizuje i opisze wartość podejmowanych działań w zakresie projektowania i planowania czasu wolnego w różnych grupach wiekowych</w:t>
            </w:r>
            <w:r w:rsidR="009028B0"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>. Wskaże obszaru do rozwoju własnego i grupy.</w:t>
            </w:r>
          </w:p>
        </w:tc>
        <w:tc>
          <w:tcPr>
            <w:tcW w:w="1873" w:type="dxa"/>
          </w:tcPr>
          <w:p w14:paraId="73755097" w14:textId="77777777" w:rsidR="00964575" w:rsidRPr="009028B0" w:rsidRDefault="00C835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KU08, KU01</w:t>
            </w:r>
          </w:p>
        </w:tc>
      </w:tr>
      <w:tr w:rsidR="00964575" w:rsidRPr="009C54AE" w14:paraId="7375509C" w14:textId="77777777" w:rsidTr="005E6E85">
        <w:trPr>
          <w:trHeight w:val="132"/>
        </w:trPr>
        <w:tc>
          <w:tcPr>
            <w:tcW w:w="1701" w:type="dxa"/>
          </w:tcPr>
          <w:p w14:paraId="73755099" w14:textId="77777777" w:rsidR="00964575" w:rsidRPr="009C54AE" w:rsidRDefault="00964575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7375509A" w14:textId="77777777" w:rsidR="00964575" w:rsidRPr="009028B0" w:rsidRDefault="009028B0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Wykorzystując znaczenie wiedzy pedagogicznej zaplanuje działania związane z czasem wolnym na rzecz środowiska społecznego </w:t>
            </w:r>
          </w:p>
        </w:tc>
        <w:tc>
          <w:tcPr>
            <w:tcW w:w="1873" w:type="dxa"/>
          </w:tcPr>
          <w:p w14:paraId="7375509B" w14:textId="77777777" w:rsidR="00964575" w:rsidRPr="009028B0" w:rsidRDefault="009028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37550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7550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75509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7550A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7550A2" w14:textId="77777777" w:rsidTr="00923D7D">
        <w:tc>
          <w:tcPr>
            <w:tcW w:w="9639" w:type="dxa"/>
          </w:tcPr>
          <w:p w14:paraId="737550A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7550A4" w14:textId="77777777" w:rsidTr="009028B0">
        <w:trPr>
          <w:trHeight w:val="864"/>
        </w:trPr>
        <w:tc>
          <w:tcPr>
            <w:tcW w:w="9639" w:type="dxa"/>
          </w:tcPr>
          <w:p w14:paraId="737550A3" w14:textId="77777777" w:rsidR="0085747A" w:rsidRPr="00034314" w:rsidRDefault="009028B0" w:rsidP="009028B0">
            <w:pPr>
              <w:pStyle w:val="NormalnyWeb"/>
              <w:spacing w:before="0" w:after="90"/>
              <w:rPr>
                <w:rFonts w:ascii="Corbel" w:hAnsi="Corbel"/>
              </w:rPr>
            </w:pPr>
            <w:r w:rsidRPr="00034314">
              <w:rPr>
                <w:rFonts w:ascii="Corbel" w:hAnsi="Corbel"/>
              </w:rPr>
              <w:t xml:space="preserve">Podstawowe pojęcia z zakresu pedagogiki czasu wolnego; funkcje czasu wolnego; związki pedagogiki (zwłaszcza społecznej, specjalnej, opiekuńczej i andragogiki) z problematyką czasu wolnego. </w:t>
            </w:r>
          </w:p>
        </w:tc>
      </w:tr>
      <w:tr w:rsidR="009028B0" w:rsidRPr="009C54AE" w14:paraId="737550A6" w14:textId="77777777" w:rsidTr="00923D7D">
        <w:trPr>
          <w:trHeight w:val="357"/>
        </w:trPr>
        <w:tc>
          <w:tcPr>
            <w:tcW w:w="9639" w:type="dxa"/>
          </w:tcPr>
          <w:p w14:paraId="737550A5" w14:textId="77777777" w:rsidR="009028B0" w:rsidRPr="00034314" w:rsidRDefault="009028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4314">
              <w:rPr>
                <w:rFonts w:ascii="Corbel" w:hAnsi="Corbel"/>
                <w:sz w:val="24"/>
                <w:szCs w:val="24"/>
              </w:rPr>
              <w:t>Pedagogika czasu wolnego a fazy ludzkiego życia</w:t>
            </w:r>
          </w:p>
        </w:tc>
      </w:tr>
      <w:tr w:rsidR="0085747A" w:rsidRPr="009C54AE" w14:paraId="737550A8" w14:textId="77777777" w:rsidTr="009028B0">
        <w:trPr>
          <w:trHeight w:val="587"/>
        </w:trPr>
        <w:tc>
          <w:tcPr>
            <w:tcW w:w="9639" w:type="dxa"/>
          </w:tcPr>
          <w:p w14:paraId="737550A7" w14:textId="77777777" w:rsidR="0085747A" w:rsidRPr="00034314" w:rsidRDefault="009028B0" w:rsidP="00023838">
            <w:pPr>
              <w:pStyle w:val="NormalnyWeb"/>
              <w:spacing w:before="0" w:after="90"/>
              <w:rPr>
                <w:rFonts w:ascii="Corbel" w:hAnsi="Corbel"/>
              </w:rPr>
            </w:pPr>
            <w:r w:rsidRPr="00034314">
              <w:rPr>
                <w:rFonts w:ascii="Corbel" w:hAnsi="Corbel"/>
              </w:rPr>
              <w:lastRenderedPageBreak/>
              <w:t>Możliwości zagospodarowania czasu wolnego w wybranych środowiskach. Zasady planowania i org</w:t>
            </w:r>
            <w:r w:rsidR="00023838">
              <w:rPr>
                <w:rFonts w:ascii="Corbel" w:hAnsi="Corbel"/>
              </w:rPr>
              <w:t>anizowania imprez edukacyjno- wychowawczych.</w:t>
            </w:r>
          </w:p>
        </w:tc>
      </w:tr>
      <w:tr w:rsidR="009028B0" w:rsidRPr="009C54AE" w14:paraId="737550AA" w14:textId="77777777" w:rsidTr="00923D7D">
        <w:trPr>
          <w:trHeight w:val="346"/>
        </w:trPr>
        <w:tc>
          <w:tcPr>
            <w:tcW w:w="9639" w:type="dxa"/>
          </w:tcPr>
          <w:p w14:paraId="737550A9" w14:textId="77777777" w:rsidR="009028B0" w:rsidRPr="00034314" w:rsidRDefault="009028B0" w:rsidP="009028B0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034314">
              <w:rPr>
                <w:rFonts w:ascii="Corbel" w:hAnsi="Corbel"/>
              </w:rPr>
              <w:t>Wybrane środowiska wychowawcze w kontekście planowania czasu wolnego</w:t>
            </w:r>
            <w:r w:rsidR="00034314">
              <w:rPr>
                <w:rFonts w:ascii="Corbel" w:hAnsi="Corbel"/>
              </w:rPr>
              <w:t>.</w:t>
            </w:r>
          </w:p>
        </w:tc>
      </w:tr>
      <w:tr w:rsidR="0085747A" w:rsidRPr="009C54AE" w14:paraId="737550AC" w14:textId="77777777" w:rsidTr="00923D7D">
        <w:tc>
          <w:tcPr>
            <w:tcW w:w="9639" w:type="dxa"/>
          </w:tcPr>
          <w:p w14:paraId="737550AB" w14:textId="77777777" w:rsidR="0085747A" w:rsidRPr="00034314" w:rsidRDefault="009028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4314">
              <w:rPr>
                <w:rFonts w:ascii="Corbel" w:hAnsi="Corbel"/>
                <w:sz w:val="24"/>
                <w:szCs w:val="24"/>
              </w:rPr>
              <w:t>Podstawy organizacji czasu wolnego w placówkach opiekuńczo-wychowawczych i s</w:t>
            </w:r>
            <w:r w:rsidR="00034314" w:rsidRPr="00034314">
              <w:rPr>
                <w:rFonts w:ascii="Corbel" w:hAnsi="Corbel"/>
                <w:sz w:val="24"/>
                <w:szCs w:val="24"/>
              </w:rPr>
              <w:t>ocjalnych</w:t>
            </w:r>
          </w:p>
        </w:tc>
      </w:tr>
    </w:tbl>
    <w:p w14:paraId="737550A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7550A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37550A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7550B1" w14:textId="77777777" w:rsidTr="00923D7D">
        <w:tc>
          <w:tcPr>
            <w:tcW w:w="9639" w:type="dxa"/>
          </w:tcPr>
          <w:p w14:paraId="737550B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7550B3" w14:textId="77777777" w:rsidTr="00923D7D">
        <w:tc>
          <w:tcPr>
            <w:tcW w:w="9639" w:type="dxa"/>
          </w:tcPr>
          <w:p w14:paraId="737550B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37550B5" w14:textId="77777777" w:rsidTr="00923D7D">
        <w:tc>
          <w:tcPr>
            <w:tcW w:w="9639" w:type="dxa"/>
          </w:tcPr>
          <w:p w14:paraId="737550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37550B7" w14:textId="77777777" w:rsidTr="00923D7D">
        <w:tc>
          <w:tcPr>
            <w:tcW w:w="9639" w:type="dxa"/>
          </w:tcPr>
          <w:p w14:paraId="737550B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7550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7550B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7550BA" w14:textId="77777777" w:rsidR="0085747A" w:rsidRPr="009C54AE" w:rsidRDefault="0003431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Pogadanka, praca w grupach, metoda projektowa, elementy gier dydaktycznych i dramy</w:t>
      </w:r>
    </w:p>
    <w:p w14:paraId="737550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7550B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7550B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7550B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7550B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7550C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7550C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7550C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7550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37550C9" w14:textId="77777777" w:rsidTr="00C05F44">
        <w:tc>
          <w:tcPr>
            <w:tcW w:w="1985" w:type="dxa"/>
            <w:vAlign w:val="center"/>
          </w:tcPr>
          <w:p w14:paraId="737550C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37550C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37550C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7550C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50C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4314" w:rsidRPr="009C54AE" w14:paraId="737550CD" w14:textId="77777777" w:rsidTr="00C05F44">
        <w:tc>
          <w:tcPr>
            <w:tcW w:w="1985" w:type="dxa"/>
          </w:tcPr>
          <w:p w14:paraId="737550CA" w14:textId="77777777" w:rsidR="00034314" w:rsidRPr="009C54AE" w:rsidRDefault="00034314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737550CB" w14:textId="77777777" w:rsidR="00034314" w:rsidRPr="00034314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431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7550CC" w14:textId="77777777"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34314" w:rsidRPr="009C54AE" w14:paraId="737550D1" w14:textId="77777777" w:rsidTr="00C05F44">
        <w:tc>
          <w:tcPr>
            <w:tcW w:w="1985" w:type="dxa"/>
          </w:tcPr>
          <w:p w14:paraId="737550CE" w14:textId="77777777" w:rsidR="00034314" w:rsidRPr="009C54AE" w:rsidRDefault="00034314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37550CF" w14:textId="77777777"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431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7550D0" w14:textId="77777777"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34314" w:rsidRPr="009C54AE" w14:paraId="737550D5" w14:textId="77777777" w:rsidTr="00C05F44">
        <w:tc>
          <w:tcPr>
            <w:tcW w:w="1985" w:type="dxa"/>
          </w:tcPr>
          <w:p w14:paraId="737550D2" w14:textId="77777777" w:rsidR="00034314" w:rsidRPr="009C54AE" w:rsidRDefault="00034314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737550D3" w14:textId="77777777"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wykonanie projektu, kolokwium obserwacja w trakcie zajęć</w:t>
            </w:r>
          </w:p>
        </w:tc>
        <w:tc>
          <w:tcPr>
            <w:tcW w:w="2126" w:type="dxa"/>
          </w:tcPr>
          <w:p w14:paraId="737550D4" w14:textId="77777777"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34314" w:rsidRPr="009C54AE" w14:paraId="737550D9" w14:textId="77777777" w:rsidTr="00C05F44">
        <w:tc>
          <w:tcPr>
            <w:tcW w:w="1985" w:type="dxa"/>
          </w:tcPr>
          <w:p w14:paraId="737550D6" w14:textId="77777777" w:rsidR="00034314" w:rsidRPr="009C54AE" w:rsidRDefault="00034314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37550D7" w14:textId="77777777"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wykonanie projektu, kolokwium obserwacja w trakcie zajęć</w:t>
            </w:r>
          </w:p>
        </w:tc>
        <w:tc>
          <w:tcPr>
            <w:tcW w:w="2126" w:type="dxa"/>
          </w:tcPr>
          <w:p w14:paraId="737550D8" w14:textId="77777777"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34314" w:rsidRPr="009C54AE" w14:paraId="737550DD" w14:textId="77777777" w:rsidTr="00C05F44">
        <w:tc>
          <w:tcPr>
            <w:tcW w:w="1985" w:type="dxa"/>
          </w:tcPr>
          <w:p w14:paraId="737550DA" w14:textId="77777777" w:rsidR="00034314" w:rsidRPr="009C54AE" w:rsidRDefault="00034314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737550DB" w14:textId="77777777"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37550DC" w14:textId="77777777" w:rsidR="00034314" w:rsidRPr="00034314" w:rsidRDefault="00034314" w:rsidP="009C54AE">
            <w:pPr>
              <w:pStyle w:val="Punktygwne"/>
              <w:spacing w:before="0" w:after="0"/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37550D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7550D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7550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7550E4" w14:textId="77777777" w:rsidTr="00923D7D">
        <w:tc>
          <w:tcPr>
            <w:tcW w:w="9670" w:type="dxa"/>
          </w:tcPr>
          <w:p w14:paraId="737550E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550E2" w14:textId="77777777" w:rsidR="00923D7D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(kolokwium min 51% ), wykonanie pracy projektowej, aktywność na zajęciach</w:t>
            </w:r>
          </w:p>
          <w:p w14:paraId="737550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37550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7550E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7550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37550EA" w14:textId="77777777" w:rsidTr="003E1941">
        <w:tc>
          <w:tcPr>
            <w:tcW w:w="4962" w:type="dxa"/>
            <w:vAlign w:val="center"/>
          </w:tcPr>
          <w:p w14:paraId="737550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7550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7550ED" w14:textId="77777777" w:rsidTr="00923D7D">
        <w:tc>
          <w:tcPr>
            <w:tcW w:w="4962" w:type="dxa"/>
          </w:tcPr>
          <w:p w14:paraId="737550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37550EC" w14:textId="77777777" w:rsidR="0085747A" w:rsidRPr="009C54AE" w:rsidRDefault="000343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37550F1" w14:textId="77777777" w:rsidTr="00923D7D">
        <w:tc>
          <w:tcPr>
            <w:tcW w:w="4962" w:type="dxa"/>
          </w:tcPr>
          <w:p w14:paraId="737550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550E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37550F0" w14:textId="12BAD16B" w:rsidR="00C61DC5" w:rsidRPr="009C54AE" w:rsidRDefault="009D75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37550FA" w14:textId="77777777" w:rsidTr="00923D7D">
        <w:tc>
          <w:tcPr>
            <w:tcW w:w="4962" w:type="dxa"/>
          </w:tcPr>
          <w:p w14:paraId="737550F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37550F3" w14:textId="77777777" w:rsidR="0075781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</w:p>
          <w:p w14:paraId="737550F4" w14:textId="77777777" w:rsidR="00757816" w:rsidRDefault="007578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</w:t>
            </w:r>
            <w:r w:rsidR="00545363">
              <w:rPr>
                <w:rFonts w:ascii="Corbel" w:hAnsi="Corbel"/>
                <w:sz w:val="24"/>
                <w:szCs w:val="24"/>
              </w:rPr>
              <w:t>pracy projektowej</w:t>
            </w:r>
          </w:p>
          <w:p w14:paraId="737550F5" w14:textId="77777777" w:rsidR="00545363" w:rsidRDefault="005453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kolokwium)</w:t>
            </w:r>
          </w:p>
          <w:p w14:paraId="737550F6" w14:textId="77777777" w:rsidR="00C61DC5" w:rsidRPr="009C54AE" w:rsidRDefault="00C61DC5" w:rsidP="005453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37550F7" w14:textId="77777777" w:rsidR="00C61DC5" w:rsidRDefault="005453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10</w:t>
            </w:r>
          </w:p>
          <w:p w14:paraId="737550F8" w14:textId="1FFA87E1" w:rsidR="00545363" w:rsidRDefault="00545363" w:rsidP="005453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projektowej </w:t>
            </w:r>
            <w:r w:rsidR="009D750A">
              <w:rPr>
                <w:rFonts w:ascii="Corbel" w:hAnsi="Corbel"/>
                <w:sz w:val="24"/>
                <w:szCs w:val="24"/>
              </w:rPr>
              <w:t>5</w:t>
            </w:r>
          </w:p>
          <w:p w14:paraId="737550F9" w14:textId="77777777" w:rsidR="00545363" w:rsidRPr="009C54AE" w:rsidRDefault="00545363" w:rsidP="005453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10</w:t>
            </w:r>
          </w:p>
        </w:tc>
      </w:tr>
      <w:tr w:rsidR="0085747A" w:rsidRPr="009C54AE" w14:paraId="737550FD" w14:textId="77777777" w:rsidTr="00923D7D">
        <w:tc>
          <w:tcPr>
            <w:tcW w:w="4962" w:type="dxa"/>
          </w:tcPr>
          <w:p w14:paraId="737550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37550FC" w14:textId="77777777" w:rsidR="0085747A" w:rsidRPr="009C54AE" w:rsidRDefault="007578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3431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755100" w14:textId="77777777" w:rsidTr="00923D7D">
        <w:tc>
          <w:tcPr>
            <w:tcW w:w="4962" w:type="dxa"/>
          </w:tcPr>
          <w:p w14:paraId="737550F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7550FF" w14:textId="77777777" w:rsidR="0085747A" w:rsidRPr="009C54AE" w:rsidRDefault="000343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7551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75510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7551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7551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3755107" w14:textId="77777777" w:rsidTr="0071620A">
        <w:trPr>
          <w:trHeight w:val="397"/>
        </w:trPr>
        <w:tc>
          <w:tcPr>
            <w:tcW w:w="3544" w:type="dxa"/>
          </w:tcPr>
          <w:p w14:paraId="737551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755106" w14:textId="77777777" w:rsidR="0085747A" w:rsidRPr="009C54AE" w:rsidRDefault="005453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375510A" w14:textId="77777777" w:rsidTr="0071620A">
        <w:trPr>
          <w:trHeight w:val="397"/>
        </w:trPr>
        <w:tc>
          <w:tcPr>
            <w:tcW w:w="3544" w:type="dxa"/>
          </w:tcPr>
          <w:p w14:paraId="7375510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3755109" w14:textId="77777777" w:rsidR="0085747A" w:rsidRPr="009C54AE" w:rsidRDefault="005453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75510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75510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375510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75511C" w14:textId="77777777" w:rsidTr="0071620A">
        <w:trPr>
          <w:trHeight w:val="397"/>
        </w:trPr>
        <w:tc>
          <w:tcPr>
            <w:tcW w:w="7513" w:type="dxa"/>
          </w:tcPr>
          <w:p w14:paraId="737551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75510F" w14:textId="77777777" w:rsidR="00545363" w:rsidRDefault="005453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55110" w14:textId="77777777" w:rsidR="00545363" w:rsidRPr="008B7ED1" w:rsidRDefault="00545363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Jagier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A., </w:t>
            </w:r>
            <w:r w:rsidRPr="008B7ED1">
              <w:rPr>
                <w:b w:val="0"/>
                <w:i/>
                <w:smallCaps w:val="0"/>
                <w:szCs w:val="24"/>
              </w:rPr>
              <w:t>Czas wolny małych dzieci w świecie realnym i wirtualnym</w:t>
            </w:r>
            <w:r w:rsidRPr="008B7ED1">
              <w:rPr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8B7ED1">
              <w:rPr>
                <w:b w:val="0"/>
                <w:smallCaps w:val="0"/>
                <w:szCs w:val="24"/>
              </w:rPr>
              <w:t>Difin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>, Warszawa 2016</w:t>
            </w:r>
          </w:p>
          <w:p w14:paraId="73755111" w14:textId="77777777" w:rsidR="00545363" w:rsidRPr="008B7ED1" w:rsidRDefault="00545363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Grudziewska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E., </w:t>
            </w:r>
            <w:r w:rsidRPr="008B7ED1">
              <w:rPr>
                <w:b w:val="0"/>
                <w:i/>
                <w:smallCaps w:val="0"/>
                <w:szCs w:val="24"/>
              </w:rPr>
              <w:t>Socjoterapia w pracy z dziećmi i młodzieżą</w:t>
            </w:r>
            <w:r w:rsidRPr="008B7ED1">
              <w:rPr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8B7ED1">
              <w:rPr>
                <w:b w:val="0"/>
                <w:smallCaps w:val="0"/>
                <w:szCs w:val="24"/>
              </w:rPr>
              <w:t>Difin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, </w:t>
            </w:r>
            <w:r w:rsidR="008B7ED1" w:rsidRPr="008B7ED1">
              <w:rPr>
                <w:b w:val="0"/>
                <w:smallCaps w:val="0"/>
                <w:szCs w:val="24"/>
              </w:rPr>
              <w:t>Warszawa 2015</w:t>
            </w:r>
          </w:p>
          <w:p w14:paraId="73755112" w14:textId="77777777" w:rsidR="008B7ED1" w:rsidRDefault="008B7ED1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8B7ED1">
              <w:rPr>
                <w:b w:val="0"/>
                <w:smallCaps w:val="0"/>
                <w:szCs w:val="24"/>
              </w:rPr>
              <w:t>Pięta</w:t>
            </w:r>
            <w:r w:rsidR="00E2344A">
              <w:rPr>
                <w:b w:val="0"/>
                <w:smallCaps w:val="0"/>
                <w:szCs w:val="24"/>
              </w:rPr>
              <w:t xml:space="preserve"> </w:t>
            </w:r>
            <w:r w:rsidR="007C63FE">
              <w:rPr>
                <w:b w:val="0"/>
                <w:smallCaps w:val="0"/>
                <w:szCs w:val="24"/>
              </w:rPr>
              <w:t xml:space="preserve">J., </w:t>
            </w:r>
            <w:r w:rsidR="007C63FE" w:rsidRPr="007C63FE">
              <w:rPr>
                <w:b w:val="0"/>
                <w:i/>
                <w:smallCaps w:val="0"/>
                <w:szCs w:val="24"/>
              </w:rPr>
              <w:t>Pedagogika czasu wolnego</w:t>
            </w:r>
            <w:r w:rsidR="007C63FE">
              <w:rPr>
                <w:b w:val="0"/>
                <w:smallCaps w:val="0"/>
                <w:szCs w:val="24"/>
              </w:rPr>
              <w:t xml:space="preserve">, wyd. </w:t>
            </w:r>
            <w:proofErr w:type="spellStart"/>
            <w:r w:rsidR="007C63FE">
              <w:rPr>
                <w:b w:val="0"/>
                <w:smallCaps w:val="0"/>
                <w:szCs w:val="24"/>
              </w:rPr>
              <w:t>Frel</w:t>
            </w:r>
            <w:proofErr w:type="spellEnd"/>
            <w:r w:rsidR="007C63FE">
              <w:rPr>
                <w:b w:val="0"/>
                <w:smallCaps w:val="0"/>
                <w:szCs w:val="24"/>
              </w:rPr>
              <w:t>, Nowy Dwór Mazowiecki 2014</w:t>
            </w:r>
          </w:p>
          <w:p w14:paraId="73755113" w14:textId="77777777" w:rsidR="007C63FE" w:rsidRPr="008B7ED1" w:rsidRDefault="007C63FE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Orłowska M., Błeszyński J., </w:t>
            </w:r>
            <w:r w:rsidRPr="007C63FE">
              <w:rPr>
                <w:b w:val="0"/>
                <w:i/>
                <w:smallCaps w:val="0"/>
                <w:szCs w:val="24"/>
              </w:rPr>
              <w:t>Czas wolny jako środowisko życia. Perspektywa pedagogiczna</w:t>
            </w:r>
            <w:r>
              <w:rPr>
                <w:b w:val="0"/>
                <w:smallCaps w:val="0"/>
                <w:szCs w:val="24"/>
              </w:rPr>
              <w:t>., wyd. PWN, Warszawa 2017</w:t>
            </w:r>
          </w:p>
          <w:p w14:paraId="73755114" w14:textId="77777777" w:rsidR="008B7ED1" w:rsidRPr="008B7ED1" w:rsidRDefault="008B7ED1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Petrie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P., </w:t>
            </w:r>
            <w:r w:rsidRPr="008B7ED1">
              <w:rPr>
                <w:b w:val="0"/>
                <w:i/>
                <w:smallCaps w:val="0"/>
                <w:szCs w:val="24"/>
              </w:rPr>
              <w:t>Komunikacja w pracy z dziećmi i młodzieżą</w:t>
            </w:r>
            <w:r w:rsidRPr="008B7ED1">
              <w:rPr>
                <w:b w:val="0"/>
                <w:smallCaps w:val="0"/>
                <w:szCs w:val="24"/>
              </w:rPr>
              <w:t>, wyd. Zysk i S-KA,</w:t>
            </w:r>
            <w:r w:rsidR="00E2344A">
              <w:rPr>
                <w:b w:val="0"/>
                <w:smallCaps w:val="0"/>
                <w:szCs w:val="24"/>
              </w:rPr>
              <w:t xml:space="preserve"> </w:t>
            </w:r>
            <w:r w:rsidRPr="008B7ED1">
              <w:rPr>
                <w:b w:val="0"/>
                <w:smallCaps w:val="0"/>
                <w:szCs w:val="24"/>
              </w:rPr>
              <w:t>Poznań 2011</w:t>
            </w:r>
          </w:p>
          <w:p w14:paraId="73755115" w14:textId="77777777" w:rsidR="008B7ED1" w:rsidRPr="008B7ED1" w:rsidRDefault="008B7ED1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Goleman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D., </w:t>
            </w:r>
            <w:r w:rsidRPr="008B7ED1">
              <w:rPr>
                <w:b w:val="0"/>
                <w:i/>
                <w:smallCaps w:val="0"/>
                <w:szCs w:val="24"/>
              </w:rPr>
              <w:t>Inteligencja emocjonalna</w:t>
            </w:r>
            <w:r w:rsidRPr="008B7ED1">
              <w:rPr>
                <w:b w:val="0"/>
                <w:smallCaps w:val="0"/>
                <w:szCs w:val="24"/>
              </w:rPr>
              <w:t>, wyd. Media Rodzina, Poznań 2005</w:t>
            </w:r>
          </w:p>
          <w:p w14:paraId="73755116" w14:textId="77777777" w:rsidR="008B7ED1" w:rsidRPr="008B7ED1" w:rsidRDefault="008B7ED1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Goleman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D., </w:t>
            </w:r>
            <w:r w:rsidRPr="008B7ED1">
              <w:rPr>
                <w:b w:val="0"/>
                <w:i/>
                <w:smallCaps w:val="0"/>
                <w:szCs w:val="24"/>
              </w:rPr>
              <w:t>Inteligencja społeczna</w:t>
            </w:r>
            <w:r w:rsidRPr="008B7ED1">
              <w:rPr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8B7ED1">
              <w:rPr>
                <w:b w:val="0"/>
                <w:smallCaps w:val="0"/>
                <w:szCs w:val="24"/>
              </w:rPr>
              <w:t>Rebis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>, Poznań 2020</w:t>
            </w:r>
          </w:p>
          <w:p w14:paraId="73755117" w14:textId="77777777" w:rsidR="008B7ED1" w:rsidRPr="008B7ED1" w:rsidRDefault="008B7ED1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Maroń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D., </w:t>
            </w:r>
            <w:r w:rsidRPr="008B7ED1">
              <w:rPr>
                <w:b w:val="0"/>
                <w:i/>
                <w:smallCaps w:val="0"/>
                <w:szCs w:val="24"/>
              </w:rPr>
              <w:t>Kapitał ludzki i społeczny. Kreowanie i zarządzanie</w:t>
            </w:r>
            <w:r w:rsidRPr="008B7ED1">
              <w:rPr>
                <w:b w:val="0"/>
                <w:smallCaps w:val="0"/>
                <w:szCs w:val="24"/>
              </w:rPr>
              <w:t>, wyd. Uniwersytetu Wrocławskiego</w:t>
            </w:r>
          </w:p>
          <w:p w14:paraId="73755118" w14:textId="77777777" w:rsidR="008B7ED1" w:rsidRPr="008B7ED1" w:rsidRDefault="008B7ED1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Szmidt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K., </w:t>
            </w:r>
            <w:r w:rsidRPr="008B7ED1">
              <w:rPr>
                <w:b w:val="0"/>
                <w:i/>
                <w:smallCaps w:val="0"/>
                <w:szCs w:val="24"/>
              </w:rPr>
              <w:t>Trening kreatywności</w:t>
            </w:r>
            <w:r w:rsidRPr="008B7ED1">
              <w:rPr>
                <w:b w:val="0"/>
                <w:smallCaps w:val="0"/>
                <w:szCs w:val="24"/>
              </w:rPr>
              <w:t>, wyd. Helion, Gliwice 2013</w:t>
            </w:r>
          </w:p>
          <w:p w14:paraId="73755119" w14:textId="77777777" w:rsidR="00545363" w:rsidRPr="008B7ED1" w:rsidRDefault="008B7ED1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8B7ED1">
              <w:rPr>
                <w:b w:val="0"/>
                <w:smallCaps w:val="0"/>
                <w:szCs w:val="24"/>
              </w:rPr>
              <w:t xml:space="preserve">Biela A., </w:t>
            </w:r>
            <w:r w:rsidRPr="008B7ED1">
              <w:rPr>
                <w:b w:val="0"/>
                <w:i/>
                <w:smallCaps w:val="0"/>
                <w:szCs w:val="24"/>
              </w:rPr>
              <w:t>Trening kreatywności. Jak pobudzić twórcze myślenie</w:t>
            </w:r>
            <w:r w:rsidR="00E2344A">
              <w:rPr>
                <w:b w:val="0"/>
                <w:smallCaps w:val="0"/>
                <w:szCs w:val="24"/>
              </w:rPr>
              <w:t xml:space="preserve">, wyd. </w:t>
            </w:r>
            <w:proofErr w:type="spellStart"/>
            <w:r w:rsidR="00E2344A">
              <w:rPr>
                <w:b w:val="0"/>
                <w:smallCaps w:val="0"/>
                <w:szCs w:val="24"/>
              </w:rPr>
              <w:t>S</w:t>
            </w:r>
            <w:r w:rsidRPr="008B7ED1">
              <w:rPr>
                <w:b w:val="0"/>
                <w:smallCaps w:val="0"/>
                <w:szCs w:val="24"/>
              </w:rPr>
              <w:t>amosedno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>, Warszawa 2015</w:t>
            </w:r>
          </w:p>
          <w:p w14:paraId="7375511A" w14:textId="77777777" w:rsidR="008B7ED1" w:rsidRDefault="00545363" w:rsidP="008B7ED1">
            <w:pPr>
              <w:pStyle w:val="NormalnyWeb"/>
              <w:spacing w:before="0" w:beforeAutospacing="0" w:after="90" w:afterAutospacing="0" w:line="276" w:lineRule="auto"/>
            </w:pPr>
            <w:r w:rsidRPr="008B7ED1">
              <w:t xml:space="preserve">Kwieciński Z., Śliwerski B., </w:t>
            </w:r>
            <w:r w:rsidRPr="008B7ED1">
              <w:rPr>
                <w:i/>
              </w:rPr>
              <w:t>Pedagogika</w:t>
            </w:r>
            <w:r w:rsidRPr="008B7ED1">
              <w:t xml:space="preserve">, Warszawa 2002-2003 (wybrane rozdziały). </w:t>
            </w:r>
          </w:p>
          <w:p w14:paraId="7375511B" w14:textId="77777777" w:rsidR="00545363" w:rsidRPr="008B7ED1" w:rsidRDefault="00545363" w:rsidP="008B7ED1">
            <w:pPr>
              <w:pStyle w:val="NormalnyWeb"/>
              <w:spacing w:before="0" w:beforeAutospacing="0" w:after="90" w:afterAutospacing="0" w:line="276" w:lineRule="auto"/>
            </w:pPr>
            <w:r>
              <w:lastRenderedPageBreak/>
              <w:t xml:space="preserve">Orłowska M., </w:t>
            </w:r>
            <w:r w:rsidRPr="008B7ED1">
              <w:rPr>
                <w:i/>
              </w:rPr>
              <w:t>Problemy czasu wolnego w pedagogice społecznej</w:t>
            </w:r>
            <w:r>
              <w:t xml:space="preserve">, [w:] Pedagogika społeczna. Dokonania - aktualność - perspektywy, S. Kawula (red.), Toruń 2001. </w:t>
            </w:r>
          </w:p>
        </w:tc>
      </w:tr>
      <w:tr w:rsidR="0085747A" w:rsidRPr="009C54AE" w14:paraId="7375511E" w14:textId="77777777" w:rsidTr="0071620A">
        <w:trPr>
          <w:trHeight w:val="397"/>
        </w:trPr>
        <w:tc>
          <w:tcPr>
            <w:tcW w:w="7513" w:type="dxa"/>
          </w:tcPr>
          <w:p w14:paraId="737551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</w:tbl>
    <w:p w14:paraId="737551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7551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7551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C7EDA" w14:textId="77777777" w:rsidR="009B62AA" w:rsidRDefault="009B62AA" w:rsidP="00C16ABF">
      <w:pPr>
        <w:spacing w:after="0" w:line="240" w:lineRule="auto"/>
      </w:pPr>
      <w:r>
        <w:separator/>
      </w:r>
    </w:p>
  </w:endnote>
  <w:endnote w:type="continuationSeparator" w:id="0">
    <w:p w14:paraId="464DD098" w14:textId="77777777" w:rsidR="009B62AA" w:rsidRDefault="009B62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304B9" w14:textId="77777777" w:rsidR="009B62AA" w:rsidRDefault="009B62AA" w:rsidP="00C16ABF">
      <w:pPr>
        <w:spacing w:after="0" w:line="240" w:lineRule="auto"/>
      </w:pPr>
      <w:r>
        <w:separator/>
      </w:r>
    </w:p>
  </w:footnote>
  <w:footnote w:type="continuationSeparator" w:id="0">
    <w:p w14:paraId="08F33ED1" w14:textId="77777777" w:rsidR="009B62AA" w:rsidRDefault="009B62AA" w:rsidP="00C16ABF">
      <w:pPr>
        <w:spacing w:after="0" w:line="240" w:lineRule="auto"/>
      </w:pPr>
      <w:r>
        <w:continuationSeparator/>
      </w:r>
    </w:p>
  </w:footnote>
  <w:footnote w:id="1">
    <w:p w14:paraId="7375512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028"/>
    <w:rsid w:val="000048FD"/>
    <w:rsid w:val="000077B4"/>
    <w:rsid w:val="00015B8F"/>
    <w:rsid w:val="00022ECE"/>
    <w:rsid w:val="00023838"/>
    <w:rsid w:val="0003431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754"/>
    <w:rsid w:val="00192F37"/>
    <w:rsid w:val="001A70D2"/>
    <w:rsid w:val="001D326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A5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B30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363"/>
    <w:rsid w:val="0056696D"/>
    <w:rsid w:val="0058713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ADF"/>
    <w:rsid w:val="00724677"/>
    <w:rsid w:val="00725459"/>
    <w:rsid w:val="007327BD"/>
    <w:rsid w:val="00734608"/>
    <w:rsid w:val="00745302"/>
    <w:rsid w:val="007461D6"/>
    <w:rsid w:val="00746EC8"/>
    <w:rsid w:val="0075781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4"/>
    <w:rsid w:val="007C63F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ED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8B0"/>
    <w:rsid w:val="00903E73"/>
    <w:rsid w:val="00916188"/>
    <w:rsid w:val="00923D7D"/>
    <w:rsid w:val="00945FD5"/>
    <w:rsid w:val="009508DF"/>
    <w:rsid w:val="00950DAC"/>
    <w:rsid w:val="00954A07"/>
    <w:rsid w:val="00964575"/>
    <w:rsid w:val="00997F14"/>
    <w:rsid w:val="009A78D9"/>
    <w:rsid w:val="009B62AA"/>
    <w:rsid w:val="009C3E31"/>
    <w:rsid w:val="009C54AE"/>
    <w:rsid w:val="009C788E"/>
    <w:rsid w:val="009D3F3B"/>
    <w:rsid w:val="009D750A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6B3D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539"/>
    <w:rsid w:val="00C67E92"/>
    <w:rsid w:val="00C70A26"/>
    <w:rsid w:val="00C766DF"/>
    <w:rsid w:val="00C8357E"/>
    <w:rsid w:val="00C9266B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3F12"/>
    <w:rsid w:val="00D1722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44A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F53"/>
    <w:rsid w:val="00F7066B"/>
    <w:rsid w:val="00F83B28"/>
    <w:rsid w:val="00F974DA"/>
    <w:rsid w:val="00FA46E5"/>
    <w:rsid w:val="00FB7DBA"/>
    <w:rsid w:val="00FC1C25"/>
    <w:rsid w:val="00FC3F45"/>
    <w:rsid w:val="00FD1BB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5501B"/>
  <w15:docId w15:val="{97CB1F20-A3D2-472A-95E0-1131927B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A36B3D"/>
  </w:style>
  <w:style w:type="paragraph" w:styleId="NormalnyWeb">
    <w:name w:val="Normal (Web)"/>
    <w:basedOn w:val="Normalny"/>
    <w:uiPriority w:val="99"/>
    <w:unhideWhenUsed/>
    <w:rsid w:val="00902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7E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7E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7E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7E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7ED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9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46C4F-9694-4615-89FE-558D2DB8F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917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Hallada Marek</cp:lastModifiedBy>
  <cp:revision>9</cp:revision>
  <cp:lastPrinted>2019-02-06T12:12:00Z</cp:lastPrinted>
  <dcterms:created xsi:type="dcterms:W3CDTF">2022-04-02T12:17:00Z</dcterms:created>
  <dcterms:modified xsi:type="dcterms:W3CDTF">2022-05-30T14:32:00Z</dcterms:modified>
</cp:coreProperties>
</file>